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24323" w14:textId="4E36F5B6" w:rsidR="009F392E" w:rsidRDefault="00E002C3" w:rsidP="00F0533E">
      <w:pPr>
        <w:rPr>
          <w:noProof/>
        </w:rPr>
      </w:pPr>
      <w:r w:rsidRPr="00E002C3">
        <w:rPr>
          <w:noProof/>
        </w:rPr>
        <w:t xml:space="preserve">Příloha č. </w:t>
      </w:r>
      <w:r w:rsidR="00042362">
        <w:rPr>
          <w:noProof/>
        </w:rPr>
        <w:t>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Pr="0092141E" w:rsidRDefault="00B85B4C" w:rsidP="00F0533E">
      <w:pPr>
        <w:rPr>
          <w:rFonts w:asciiTheme="majorHAnsi" w:hAnsiTheme="majorHAnsi"/>
          <w:b/>
          <w:noProof/>
          <w:color w:val="FF5200"/>
          <w:sz w:val="36"/>
          <w:szCs w:val="36"/>
        </w:rPr>
      </w:pPr>
      <w:r w:rsidRPr="0092141E">
        <w:rPr>
          <w:rFonts w:asciiTheme="majorHAnsi" w:hAnsiTheme="majorHAnsi"/>
          <w:b/>
          <w:noProof/>
          <w:color w:val="FF5200"/>
          <w:sz w:val="36"/>
          <w:szCs w:val="36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3539"/>
        <w:gridCol w:w="4253"/>
      </w:tblGrid>
      <w:tr w:rsidR="0015669F" w:rsidRPr="00FD23CD" w14:paraId="3F3763BC" w14:textId="77777777" w:rsidTr="3453A5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3453A540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3453A540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626AE4D4" w:rsidR="0015669F" w:rsidRPr="000E5CAE" w:rsidRDefault="00E71402" w:rsidP="1AEBE04A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1AEBE04A">
              <w:rPr>
                <w:rFonts w:asciiTheme="majorHAnsi" w:hAnsiTheme="majorHAnsi"/>
                <w:sz w:val="18"/>
                <w:lang w:eastAsia="cs-CZ"/>
              </w:rPr>
              <w:t xml:space="preserve">Senior specialista SAP </w:t>
            </w:r>
            <w:r w:rsidR="00E700DE" w:rsidRPr="1AEBE04A">
              <w:rPr>
                <w:rFonts w:asciiTheme="majorHAnsi" w:hAnsiTheme="majorHAnsi"/>
                <w:sz w:val="18"/>
                <w:lang w:eastAsia="cs-CZ"/>
              </w:rPr>
              <w:t>BW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3453A540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8819AB7" w:rsidR="0015669F" w:rsidRPr="000E5CAE" w:rsidRDefault="00E71402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71402">
              <w:rPr>
                <w:rFonts w:asciiTheme="majorHAnsi" w:hAnsiTheme="majorHAnsi"/>
                <w:sz w:val="18"/>
                <w:lang w:eastAsia="cs-CZ"/>
              </w:rPr>
              <w:t>Senior specialista SAP Vývojář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3453A540" w14:paraId="179AB928" w14:textId="77777777" w:rsidTr="3453A540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D185F" w14:textId="687F324F" w:rsidR="35FC28FE" w:rsidRDefault="35FC28FE" w:rsidP="3453A540">
            <w:pPr>
              <w:spacing w:after="240" w:line="264" w:lineRule="auto"/>
              <w:rPr>
                <w:rFonts w:asciiTheme="majorHAnsi" w:hAnsiTheme="majorHAnsi"/>
                <w:sz w:val="18"/>
                <w:lang w:eastAsia="cs-CZ"/>
              </w:rPr>
            </w:pPr>
            <w:r w:rsidRPr="3453A540">
              <w:rPr>
                <w:rFonts w:asciiTheme="majorHAnsi" w:hAnsiTheme="majorHAnsi"/>
                <w:sz w:val="18"/>
                <w:lang w:eastAsia="cs-CZ"/>
              </w:rPr>
              <w:lastRenderedPageBreak/>
              <w:t xml:space="preserve">Senior specialista SAP BC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2A288" w14:textId="77777777" w:rsidR="35FC28FE" w:rsidRDefault="35FC28FE" w:rsidP="3453A540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000000" w:themeColor="text1"/>
                <w:sz w:val="18"/>
              </w:rPr>
            </w:pPr>
            <w:r w:rsidRPr="3453A540">
              <w:rPr>
                <w:rFonts w:asciiTheme="majorHAnsi" w:hAnsiTheme="majorHAnsi"/>
                <w:color w:val="000000" w:themeColor="text1"/>
                <w:sz w:val="18"/>
              </w:rPr>
              <w:t>Jméno a příjmení:</w:t>
            </w:r>
            <w:r w:rsidRPr="3453A540">
              <w:rPr>
                <w:rFonts w:asciiTheme="majorHAnsi" w:hAnsiTheme="majorHAnsi"/>
                <w:b/>
                <w:bCs/>
                <w:color w:val="000000" w:themeColor="text1"/>
                <w:sz w:val="18"/>
              </w:rPr>
              <w:t xml:space="preserve"> </w:t>
            </w:r>
          </w:p>
          <w:p w14:paraId="56C6B63F" w14:textId="77777777" w:rsidR="35FC28FE" w:rsidRDefault="35FC28FE" w:rsidP="3453A540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3453A540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3453A540">
              <w:rPr>
                <w:rFonts w:asciiTheme="majorHAnsi" w:hAnsiTheme="majorHAnsi"/>
                <w:i/>
                <w:iCs/>
                <w:sz w:val="18"/>
                <w:highlight w:val="green"/>
                <w:lang w:eastAsia="cs-CZ"/>
              </w:rPr>
              <w:t>DOPLNÍ ZHOTOVITEL</w:t>
            </w:r>
            <w:r w:rsidRPr="3453A540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C843290" w14:textId="77777777" w:rsidR="35FC28FE" w:rsidRDefault="35FC28FE" w:rsidP="3453A540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18"/>
              </w:rPr>
            </w:pPr>
            <w:r w:rsidRPr="3453A540">
              <w:rPr>
                <w:rFonts w:asciiTheme="majorHAnsi" w:hAnsiTheme="majorHAnsi"/>
                <w:color w:val="000000" w:themeColor="text1"/>
                <w:sz w:val="18"/>
              </w:rPr>
              <w:t>Telefon:</w:t>
            </w:r>
          </w:p>
          <w:p w14:paraId="427F57FF" w14:textId="77777777" w:rsidR="35FC28FE" w:rsidRDefault="35FC28FE" w:rsidP="3453A540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3453A540">
              <w:rPr>
                <w:rFonts w:asciiTheme="majorHAnsi" w:hAnsiTheme="majorHAnsi"/>
                <w:b/>
                <w:bCs/>
                <w:color w:val="000000" w:themeColor="text1"/>
                <w:sz w:val="18"/>
              </w:rPr>
              <w:t xml:space="preserve"> </w:t>
            </w:r>
            <w:r w:rsidRPr="3453A540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3453A540">
              <w:rPr>
                <w:rFonts w:asciiTheme="majorHAnsi" w:hAnsiTheme="majorHAnsi"/>
                <w:i/>
                <w:iCs/>
                <w:sz w:val="18"/>
                <w:highlight w:val="green"/>
                <w:lang w:eastAsia="cs-CZ"/>
              </w:rPr>
              <w:t>DOPLNÍ ZHOTOVITEL</w:t>
            </w:r>
            <w:r w:rsidRPr="3453A540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1D806CA" w14:textId="77777777" w:rsidR="35FC28FE" w:rsidRDefault="35FC28FE" w:rsidP="3453A540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18"/>
              </w:rPr>
            </w:pPr>
            <w:r w:rsidRPr="3453A540">
              <w:rPr>
                <w:rFonts w:asciiTheme="majorHAnsi" w:hAnsiTheme="majorHAnsi"/>
                <w:color w:val="000000" w:themeColor="text1"/>
                <w:sz w:val="18"/>
              </w:rPr>
              <w:t>E-mail:</w:t>
            </w:r>
          </w:p>
          <w:p w14:paraId="0F5F9DA8" w14:textId="77777777" w:rsidR="35FC28FE" w:rsidRDefault="35FC28FE" w:rsidP="3453A540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3453A540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3453A540">
              <w:rPr>
                <w:rFonts w:asciiTheme="majorHAnsi" w:hAnsiTheme="majorHAnsi"/>
                <w:i/>
                <w:iCs/>
                <w:sz w:val="18"/>
                <w:highlight w:val="green"/>
                <w:lang w:eastAsia="cs-CZ"/>
              </w:rPr>
              <w:t>DOPLNÍ ZHOTOVITEL</w:t>
            </w:r>
            <w:r w:rsidRPr="3453A540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9E25138" w14:textId="2F400EE6" w:rsidR="3453A540" w:rsidRDefault="3453A540" w:rsidP="3453A540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18"/>
              </w:rPr>
            </w:pPr>
          </w:p>
        </w:tc>
      </w:tr>
    </w:tbl>
    <w:p w14:paraId="6E6D9C6F" w14:textId="5012D378" w:rsidR="00D53800" w:rsidRPr="007A43E2" w:rsidRDefault="00D53800" w:rsidP="00F0533E"/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812AD" w14:textId="77777777" w:rsidR="00406BCB" w:rsidRDefault="00406BCB" w:rsidP="00962258">
      <w:pPr>
        <w:spacing w:after="0" w:line="240" w:lineRule="auto"/>
      </w:pPr>
      <w:r>
        <w:separator/>
      </w:r>
    </w:p>
  </w:endnote>
  <w:endnote w:type="continuationSeparator" w:id="0">
    <w:p w14:paraId="484E25AD" w14:textId="77777777" w:rsidR="00406BCB" w:rsidRDefault="00406BC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1BCED89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14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14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604CA3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C1926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11E39B6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14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14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9C0DC9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1EAF2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2B2A0" w14:textId="77777777" w:rsidR="00406BCB" w:rsidRDefault="00406BCB" w:rsidP="00962258">
      <w:pPr>
        <w:spacing w:after="0" w:line="240" w:lineRule="auto"/>
      </w:pPr>
      <w:r>
        <w:separator/>
      </w:r>
    </w:p>
  </w:footnote>
  <w:footnote w:type="continuationSeparator" w:id="0">
    <w:p w14:paraId="4BA42152" w14:textId="77777777" w:rsidR="00406BCB" w:rsidRDefault="00406BC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18403576">
    <w:abstractNumId w:val="2"/>
  </w:num>
  <w:num w:numId="2" w16cid:durableId="507448977">
    <w:abstractNumId w:val="1"/>
  </w:num>
  <w:num w:numId="3" w16cid:durableId="7399076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1436017">
    <w:abstractNumId w:val="7"/>
  </w:num>
  <w:num w:numId="5" w16cid:durableId="1511219441">
    <w:abstractNumId w:val="3"/>
  </w:num>
  <w:num w:numId="6" w16cid:durableId="393940062">
    <w:abstractNumId w:val="4"/>
  </w:num>
  <w:num w:numId="7" w16cid:durableId="1604845900">
    <w:abstractNumId w:val="0"/>
  </w:num>
  <w:num w:numId="8" w16cid:durableId="152917216">
    <w:abstractNumId w:val="5"/>
  </w:num>
  <w:num w:numId="9" w16cid:durableId="10263670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8157076">
    <w:abstractNumId w:val="4"/>
  </w:num>
  <w:num w:numId="11" w16cid:durableId="2018146369">
    <w:abstractNumId w:val="1"/>
  </w:num>
  <w:num w:numId="12" w16cid:durableId="677394218">
    <w:abstractNumId w:val="4"/>
  </w:num>
  <w:num w:numId="13" w16cid:durableId="526338220">
    <w:abstractNumId w:val="4"/>
  </w:num>
  <w:num w:numId="14" w16cid:durableId="630746655">
    <w:abstractNumId w:val="4"/>
  </w:num>
  <w:num w:numId="15" w16cid:durableId="1224097798">
    <w:abstractNumId w:val="4"/>
  </w:num>
  <w:num w:numId="16" w16cid:durableId="1022511457">
    <w:abstractNumId w:val="8"/>
  </w:num>
  <w:num w:numId="17" w16cid:durableId="372657111">
    <w:abstractNumId w:val="2"/>
  </w:num>
  <w:num w:numId="18" w16cid:durableId="931887933">
    <w:abstractNumId w:val="8"/>
  </w:num>
  <w:num w:numId="19" w16cid:durableId="1067611804">
    <w:abstractNumId w:val="8"/>
  </w:num>
  <w:num w:numId="20" w16cid:durableId="897590513">
    <w:abstractNumId w:val="8"/>
  </w:num>
  <w:num w:numId="21" w16cid:durableId="1129931605">
    <w:abstractNumId w:val="8"/>
  </w:num>
  <w:num w:numId="22" w16cid:durableId="1762336733">
    <w:abstractNumId w:val="4"/>
  </w:num>
  <w:num w:numId="23" w16cid:durableId="2139571143">
    <w:abstractNumId w:val="1"/>
  </w:num>
  <w:num w:numId="24" w16cid:durableId="1988318155">
    <w:abstractNumId w:val="4"/>
  </w:num>
  <w:num w:numId="25" w16cid:durableId="129827518">
    <w:abstractNumId w:val="4"/>
  </w:num>
  <w:num w:numId="26" w16cid:durableId="1947811469">
    <w:abstractNumId w:val="4"/>
  </w:num>
  <w:num w:numId="27" w16cid:durableId="418674211">
    <w:abstractNumId w:val="4"/>
  </w:num>
  <w:num w:numId="28" w16cid:durableId="532041327">
    <w:abstractNumId w:val="8"/>
  </w:num>
  <w:num w:numId="29" w16cid:durableId="1160000425">
    <w:abstractNumId w:val="2"/>
  </w:num>
  <w:num w:numId="30" w16cid:durableId="1735201644">
    <w:abstractNumId w:val="8"/>
  </w:num>
  <w:num w:numId="31" w16cid:durableId="1104350125">
    <w:abstractNumId w:val="8"/>
  </w:num>
  <w:num w:numId="32" w16cid:durableId="1066341819">
    <w:abstractNumId w:val="8"/>
  </w:num>
  <w:num w:numId="33" w16cid:durableId="113826149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de-AT" w:vendorID="64" w:dllVersion="0" w:nlCheck="1" w:checkStyle="0"/>
  <w:activeWritingStyle w:appName="MSWord" w:lang="cs-CZ" w:vendorID="64" w:dllVersion="0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3775F"/>
    <w:rsid w:val="00042362"/>
    <w:rsid w:val="00042CFA"/>
    <w:rsid w:val="00072C1E"/>
    <w:rsid w:val="000C3AB1"/>
    <w:rsid w:val="000E23A7"/>
    <w:rsid w:val="000F7326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1D6871"/>
    <w:rsid w:val="00207DF5"/>
    <w:rsid w:val="0025734A"/>
    <w:rsid w:val="00280E07"/>
    <w:rsid w:val="002C31BF"/>
    <w:rsid w:val="002D08B1"/>
    <w:rsid w:val="002E0CD7"/>
    <w:rsid w:val="00341DCF"/>
    <w:rsid w:val="00357BC6"/>
    <w:rsid w:val="003956C6"/>
    <w:rsid w:val="00406BCB"/>
    <w:rsid w:val="00441430"/>
    <w:rsid w:val="00450F07"/>
    <w:rsid w:val="00453CD3"/>
    <w:rsid w:val="00460660"/>
    <w:rsid w:val="00465D58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063F6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141E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C2B8A"/>
    <w:rsid w:val="009E07F4"/>
    <w:rsid w:val="009F392E"/>
    <w:rsid w:val="00A6177B"/>
    <w:rsid w:val="00A66136"/>
    <w:rsid w:val="00A815B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C2961"/>
    <w:rsid w:val="00BD7E91"/>
    <w:rsid w:val="00BF486B"/>
    <w:rsid w:val="00C02D0A"/>
    <w:rsid w:val="00C03A6E"/>
    <w:rsid w:val="00C03C57"/>
    <w:rsid w:val="00C366F0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700DE"/>
    <w:rsid w:val="00E7140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1AEBE04A"/>
    <w:rsid w:val="3453A540"/>
    <w:rsid w:val="35FC28FE"/>
    <w:rsid w:val="6630F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663bfd1d-2611-43d7-adb1-085579aef6c4" xsi:nil="true"/>
    <lcf76f155ced4ddcb4097134ff3c332f xmlns="a6c8c619-f7c9-4e85-a335-4987b594f62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438C1D4DD57458A050D461447AF3E" ma:contentTypeVersion="15" ma:contentTypeDescription="Vytvoří nový dokument" ma:contentTypeScope="" ma:versionID="753e1e942dab073b90de5613da8c770f">
  <xsd:schema xmlns:xsd="http://www.w3.org/2001/XMLSchema" xmlns:xs="http://www.w3.org/2001/XMLSchema" xmlns:p="http://schemas.microsoft.com/office/2006/metadata/properties" xmlns:ns2="a6c8c619-f7c9-4e85-a335-4987b594f627" xmlns:ns3="663bfd1d-2611-43d7-adb1-085579aef6c4" targetNamespace="http://schemas.microsoft.com/office/2006/metadata/properties" ma:root="true" ma:fieldsID="06bd499aa4e4eb46b99dff66b30ee5b8" ns2:_="" ns3:_="">
    <xsd:import namespace="a6c8c619-f7c9-4e85-a335-4987b594f627"/>
    <xsd:import namespace="663bfd1d-2611-43d7-adb1-085579aef6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8c619-f7c9-4e85-a335-4987b594f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fd1d-2611-43d7-adb1-085579aef6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88ccfb9-88cc-41d0-a6df-4138e33f3b88}" ma:internalName="TaxCatchAll" ma:showField="CatchAllData" ma:web="663bfd1d-2611-43d7-adb1-085579aef6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663bfd1d-2611-43d7-adb1-085579aef6c4"/>
    <ds:schemaRef ds:uri="a6c8c619-f7c9-4e85-a335-4987b594f627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17C02A-B2C9-4576-831D-E0D32D8CBF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6B93AC-3D1F-4FF5-980E-58E55AE017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8c619-f7c9-4e85-a335-4987b594f627"/>
    <ds:schemaRef ds:uri="663bfd1d-2611-43d7-adb1-085579aef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80</Words>
  <Characters>478</Characters>
  <Application>Microsoft Office Word</Application>
  <DocSecurity>0</DocSecurity>
  <Lines>3</Lines>
  <Paragraphs>1</Paragraphs>
  <ScaleCrop>false</ScaleCrop>
  <Company>Správa železnic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7</cp:revision>
  <cp:lastPrinted>2017-11-28T17:18:00Z</cp:lastPrinted>
  <dcterms:created xsi:type="dcterms:W3CDTF">2024-08-12T11:15:00Z</dcterms:created>
  <dcterms:modified xsi:type="dcterms:W3CDTF">2024-11-08T12:27:00Z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0x010100F09438C1D4DD57458A050D461447AF3E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